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-76835</wp:posOffset>
                </wp:positionH>
                <wp:positionV relativeFrom="paragraph">
                  <wp:posOffset>327025</wp:posOffset>
                </wp:positionV>
                <wp:extent cx="5613400" cy="16764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6764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6.05pt;margin-top:25.75pt;width:442pt;height:13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" filled="f" strokecolor="#76923c [2406]" strokeweight="1pt"/>
            </w:pict>
          </mc:Fallback>
        </mc:AlternateContent>
      </w:r>
      <w:r w:rsidR="00E24D01">
        <w:rPr>
          <w:rFonts w:ascii="Arial" w:hAnsi="Arial" w:cs="Arial"/>
          <w:b/>
          <w:color w:val="76923C" w:themeColor="accent3" w:themeShade="BF"/>
          <w:sz w:val="28"/>
          <w:szCs w:val="28"/>
        </w:rPr>
        <w:t xml:space="preserve">LA FAMILLE EN TAMOUL 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E24D01" w:rsidRDefault="00E24D01" w:rsidP="00E24D01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</w:t>
      </w:r>
      <w:r w:rsidR="00A90EB6">
        <w:rPr>
          <w:rFonts w:ascii="Arial" w:hAnsi="Arial" w:cs="Arial"/>
        </w:rPr>
        <w:t xml:space="preserve">notre </w:t>
      </w:r>
      <w:r>
        <w:rPr>
          <w:rFonts w:ascii="Arial" w:hAnsi="Arial" w:cs="Arial"/>
        </w:rPr>
        <w:t>famille en tamoul"</w:t>
      </w:r>
    </w:p>
    <w:p w:rsidR="00E24D01" w:rsidRDefault="00E24D01" w:rsidP="00E24D01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E24D01" w:rsidRDefault="00E24D01" w:rsidP="00E24D01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chaises (autant de chaises que d'élèves + 1 pour l'adulte) 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1B4C97" w:rsidRDefault="000E4464" w:rsidP="001B4C9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1B4C97" w:rsidRDefault="00E24D01" w:rsidP="001B4C97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Découvrir et apprendre les noms des membres de la famille en tamoul. </w:t>
      </w:r>
    </w:p>
    <w:p w:rsidR="001B4C97" w:rsidRDefault="000E4464" w:rsidP="00A80602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A80602" w:rsidRPr="00A80602" w:rsidRDefault="00A80602" w:rsidP="00A80602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</w:p>
    <w:p w:rsidR="001B4C97" w:rsidRDefault="00DF2AAF" w:rsidP="001B4C97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DF2AAF">
        <w:rPr>
          <w:rFonts w:ascii="Arial" w:hAnsi="Arial" w:cs="Arial"/>
          <w:b/>
        </w:rPr>
        <w:t xml:space="preserve">L'adulte qui anime le jeu présente les différents membres de la famille </w:t>
      </w:r>
      <w:r>
        <w:rPr>
          <w:rFonts w:ascii="Arial" w:hAnsi="Arial" w:cs="Arial"/>
          <w:b/>
        </w:rPr>
        <w:t xml:space="preserve">à l'aide du PDF "notre famille en tamoul". </w:t>
      </w:r>
      <w:r w:rsidRPr="00DF2AAF">
        <w:rPr>
          <w:rFonts w:ascii="Arial" w:hAnsi="Arial" w:cs="Arial"/>
          <w:b/>
        </w:rPr>
        <w:t>Les élèves répètent</w:t>
      </w:r>
      <w:r w:rsidR="00A80602">
        <w:rPr>
          <w:rFonts w:ascii="Arial" w:hAnsi="Arial" w:cs="Arial"/>
          <w:b/>
        </w:rPr>
        <w:t xml:space="preserve"> les différents noms </w:t>
      </w:r>
      <w:bookmarkStart w:id="0" w:name="_GoBack"/>
      <w:bookmarkEnd w:id="0"/>
      <w:r w:rsidRPr="00DF2AAF">
        <w:rPr>
          <w:rFonts w:ascii="Arial" w:hAnsi="Arial" w:cs="Arial"/>
          <w:b/>
        </w:rPr>
        <w:t xml:space="preserve">après l'adulte. L'adulte s'assure de la compréhension et de la bonne prononciation des mots par les élèves. </w:t>
      </w:r>
    </w:p>
    <w:p w:rsidR="001B4C97" w:rsidRPr="001B4C97" w:rsidRDefault="001B4C97" w:rsidP="001B4C97">
      <w:pPr>
        <w:pStyle w:val="Paragraphedeliste"/>
        <w:rPr>
          <w:rFonts w:ascii="Arial" w:hAnsi="Arial" w:cs="Arial"/>
          <w:b/>
        </w:rPr>
      </w:pPr>
    </w:p>
    <w:p w:rsidR="00DF2AAF" w:rsidRPr="001B4C97" w:rsidRDefault="00DF2AAF" w:rsidP="001B4C97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1B4C97">
        <w:rPr>
          <w:rFonts w:ascii="Arial" w:hAnsi="Arial" w:cs="Arial"/>
          <w:b/>
        </w:rPr>
        <w:t xml:space="preserve">Les élèves présentent leur famille en tamoul à leurs camarades. </w:t>
      </w:r>
    </w:p>
    <w:sectPr w:rsidR="00DF2AAF" w:rsidRPr="001B4C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1B4C97"/>
    <w:rsid w:val="003F707B"/>
    <w:rsid w:val="004163C9"/>
    <w:rsid w:val="004A3EDD"/>
    <w:rsid w:val="004B3F3D"/>
    <w:rsid w:val="00507F03"/>
    <w:rsid w:val="00687DE3"/>
    <w:rsid w:val="007D5C21"/>
    <w:rsid w:val="00837771"/>
    <w:rsid w:val="008A5034"/>
    <w:rsid w:val="00A80602"/>
    <w:rsid w:val="00A90EB6"/>
    <w:rsid w:val="00B431DF"/>
    <w:rsid w:val="00C113DD"/>
    <w:rsid w:val="00C45E62"/>
    <w:rsid w:val="00D61C79"/>
    <w:rsid w:val="00DF2AAF"/>
    <w:rsid w:val="00DF5E50"/>
    <w:rsid w:val="00E2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2A6B7B9D.dotm</Template>
  <TotalTime>11</TotalTime>
  <Pages>1</Pages>
  <Words>95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11</cp:revision>
  <dcterms:created xsi:type="dcterms:W3CDTF">2019-05-16T15:22:00Z</dcterms:created>
  <dcterms:modified xsi:type="dcterms:W3CDTF">2019-08-22T13:01:00Z</dcterms:modified>
</cp:coreProperties>
</file>